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667" w:rsidRPr="00740865" w:rsidRDefault="00740865" w:rsidP="00740865">
      <w:pPr>
        <w:jc w:val="center"/>
        <w:rPr>
          <w:b/>
        </w:rPr>
      </w:pPr>
      <w:r w:rsidRPr="00740865">
        <w:rPr>
          <w:b/>
        </w:rPr>
        <w:t>ANEXO V</w:t>
      </w:r>
      <w:r w:rsidR="0083021B">
        <w:rPr>
          <w:b/>
        </w:rPr>
        <w:t>I</w:t>
      </w:r>
    </w:p>
    <w:p w:rsidR="00740865" w:rsidRPr="00740865" w:rsidRDefault="00740865" w:rsidP="00740865">
      <w:pPr>
        <w:jc w:val="center"/>
        <w:rPr>
          <w:b/>
        </w:rPr>
      </w:pPr>
      <w:r w:rsidRPr="00740865">
        <w:rPr>
          <w:b/>
        </w:rPr>
        <w:t>MODELO DE DE</w:t>
      </w:r>
      <w:r w:rsidR="007E4424">
        <w:rPr>
          <w:b/>
        </w:rPr>
        <w:t>CLARAÇÃO DE RESPONSÁVEL TÉCNICO</w:t>
      </w:r>
      <w:r w:rsidRPr="00740865">
        <w:rPr>
          <w:b/>
          <w:u w:val="single"/>
        </w:rPr>
        <w:t xml:space="preserve"> </w:t>
      </w:r>
    </w:p>
    <w:p w:rsidR="00740865" w:rsidRDefault="00740865" w:rsidP="007408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FF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Em cumprimento ao Instrumento Convocatório </w:t>
      </w:r>
      <w:r>
        <w:rPr>
          <w:rFonts w:ascii="Arial" w:hAnsi="Arial" w:cs="Arial"/>
          <w:color w:val="FF0066"/>
          <w:sz w:val="20"/>
          <w:szCs w:val="20"/>
        </w:rPr>
        <w:t>ITEM XX</w:t>
      </w:r>
      <w:r>
        <w:rPr>
          <w:rFonts w:ascii="Arial" w:hAnsi="Arial" w:cs="Arial"/>
          <w:color w:val="000000"/>
          <w:sz w:val="20"/>
          <w:szCs w:val="20"/>
        </w:rPr>
        <w:t xml:space="preserve">, </w:t>
      </w:r>
      <w:r>
        <w:rPr>
          <w:rFonts w:ascii="Arial" w:hAnsi="Arial" w:cs="Arial"/>
          <w:b/>
          <w:bCs/>
          <w:color w:val="000000"/>
          <w:sz w:val="20"/>
          <w:szCs w:val="20"/>
        </w:rPr>
        <w:t>DECLARAMOS</w:t>
      </w:r>
      <w:r>
        <w:rPr>
          <w:rFonts w:ascii="Arial" w:hAnsi="Arial" w:cs="Arial"/>
          <w:color w:val="000000"/>
          <w:sz w:val="20"/>
          <w:szCs w:val="20"/>
        </w:rPr>
        <w:t xml:space="preserve">, para fins de comprovação junto à Comissão Permanente de Licitação, do Instituto Federal de Educação, Ciência e Tecnologia de Mato Grosso </w:t>
      </w:r>
      <w:r w:rsidR="00BC5EDC">
        <w:rPr>
          <w:rFonts w:ascii="Arial" w:hAnsi="Arial" w:cs="Arial"/>
          <w:color w:val="000000"/>
          <w:sz w:val="20"/>
          <w:szCs w:val="20"/>
        </w:rPr>
        <w:t>do Sul referente ao Pregão nº 16</w:t>
      </w:r>
      <w:r>
        <w:rPr>
          <w:rFonts w:ascii="Arial" w:hAnsi="Arial" w:cs="Arial"/>
          <w:color w:val="000000"/>
          <w:sz w:val="20"/>
          <w:szCs w:val="20"/>
        </w:rPr>
        <w:t xml:space="preserve">/2022, que será colocado à disposição da cantina/lanchonete o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Sr.</w:t>
      </w:r>
      <w:proofErr w:type="gramEnd"/>
      <w:r>
        <w:rPr>
          <w:rFonts w:ascii="Arial" w:hAnsi="Arial" w:cs="Arial"/>
          <w:color w:val="000000"/>
          <w:sz w:val="20"/>
          <w:szCs w:val="20"/>
        </w:rPr>
        <w:t>(a) XXXXXXXXXXXXX XX XXXXX CPF núm</w:t>
      </w:r>
      <w:r w:rsidR="0083021B">
        <w:rPr>
          <w:rFonts w:ascii="Arial" w:hAnsi="Arial" w:cs="Arial"/>
          <w:color w:val="000000"/>
          <w:sz w:val="20"/>
          <w:szCs w:val="20"/>
        </w:rPr>
        <w:t>ero XXX.XXX.XXX-XX</w:t>
      </w:r>
      <w:r>
        <w:rPr>
          <w:rFonts w:ascii="Arial" w:hAnsi="Arial" w:cs="Arial"/>
          <w:color w:val="000000"/>
          <w:sz w:val="20"/>
          <w:szCs w:val="20"/>
        </w:rPr>
        <w:t>, que acompanhará a execução dos Serviços objeto deste Certame</w:t>
      </w:r>
      <w:r w:rsidR="0083021B">
        <w:rPr>
          <w:rFonts w:ascii="Arial" w:hAnsi="Arial" w:cs="Arial"/>
          <w:color w:val="000000"/>
          <w:sz w:val="20"/>
          <w:szCs w:val="20"/>
        </w:rPr>
        <w:t xml:space="preserve"> nos termos da Portaria CVS nº 05/2013. Em anexo encaminha-se o comprovante d</w:t>
      </w:r>
      <w:r w:rsidR="00DE342A">
        <w:rPr>
          <w:rFonts w:ascii="Arial" w:hAnsi="Arial" w:cs="Arial"/>
          <w:color w:val="000000"/>
          <w:sz w:val="20"/>
          <w:szCs w:val="20"/>
        </w:rPr>
        <w:t xml:space="preserve">e capacitação em Boas Práticas </w:t>
      </w:r>
      <w:r w:rsidR="0083021B">
        <w:rPr>
          <w:rFonts w:ascii="Arial" w:hAnsi="Arial" w:cs="Arial"/>
          <w:color w:val="000000"/>
          <w:sz w:val="20"/>
          <w:szCs w:val="20"/>
        </w:rPr>
        <w:t>e Manipulação em Alimentos</w:t>
      </w:r>
      <w:bookmarkStart w:id="0" w:name="_GoBack"/>
      <w:bookmarkEnd w:id="0"/>
      <w:r w:rsidR="0083021B">
        <w:rPr>
          <w:rFonts w:ascii="Arial" w:hAnsi="Arial" w:cs="Arial"/>
          <w:color w:val="000000"/>
          <w:sz w:val="20"/>
          <w:szCs w:val="20"/>
        </w:rPr>
        <w:t>.</w:t>
      </w:r>
    </w:p>
    <w:p w:rsidR="00740865" w:rsidRDefault="00740865" w:rsidP="007408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FF"/>
          <w:sz w:val="20"/>
          <w:szCs w:val="20"/>
        </w:rPr>
      </w:pPr>
    </w:p>
    <w:p w:rsidR="00740865" w:rsidRDefault="00740865" w:rsidP="007408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FF"/>
          <w:sz w:val="20"/>
          <w:szCs w:val="20"/>
        </w:rPr>
      </w:pPr>
    </w:p>
    <w:p w:rsidR="00740865" w:rsidRDefault="00740865" w:rsidP="0074086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XXXXXXXXX, XX de XXXXXXX de 202XX</w:t>
      </w:r>
    </w:p>
    <w:p w:rsidR="00740865" w:rsidRDefault="00740865" w:rsidP="007408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18"/>
          <w:szCs w:val="18"/>
        </w:rPr>
      </w:pPr>
    </w:p>
    <w:p w:rsidR="00740865" w:rsidRDefault="00740865" w:rsidP="007408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18"/>
          <w:szCs w:val="18"/>
        </w:rPr>
      </w:pPr>
    </w:p>
    <w:p w:rsidR="00740865" w:rsidRDefault="00740865" w:rsidP="007408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18"/>
          <w:szCs w:val="18"/>
        </w:rPr>
      </w:pPr>
    </w:p>
    <w:p w:rsidR="00740865" w:rsidRDefault="00740865" w:rsidP="007408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18"/>
          <w:szCs w:val="18"/>
        </w:rPr>
      </w:pPr>
    </w:p>
    <w:p w:rsidR="00740865" w:rsidRDefault="00740865" w:rsidP="007408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color w:val="FF0000"/>
          <w:sz w:val="18"/>
          <w:szCs w:val="18"/>
        </w:rPr>
        <w:t>NOME DO REPRESENTANTE LEGAL DA EMPRESA</w:t>
      </w:r>
    </w:p>
    <w:p w:rsidR="00740865" w:rsidRDefault="00740865" w:rsidP="007408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CPF E ASSINATURA</w:t>
      </w:r>
    </w:p>
    <w:p w:rsidR="00740865" w:rsidRDefault="00740865" w:rsidP="007408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RAZÃO SOCIAL: XXXXXXXXXXX</w:t>
      </w:r>
    </w:p>
    <w:p w:rsidR="00740865" w:rsidRDefault="00740865" w:rsidP="007408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CNPJ: XX.XXX.XXX/XXXX-XX</w:t>
      </w:r>
    </w:p>
    <w:p w:rsidR="00740865" w:rsidRDefault="00740865" w:rsidP="007408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40865" w:rsidRDefault="00740865" w:rsidP="007408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40865" w:rsidRDefault="00740865" w:rsidP="007408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color w:val="FF0000"/>
          <w:sz w:val="18"/>
          <w:szCs w:val="18"/>
        </w:rPr>
        <w:t xml:space="preserve">NOME DO </w:t>
      </w:r>
      <w:r w:rsidR="0083021B">
        <w:rPr>
          <w:rFonts w:ascii="Arial" w:hAnsi="Arial" w:cs="Arial"/>
          <w:color w:val="FF0000"/>
          <w:sz w:val="18"/>
          <w:szCs w:val="18"/>
        </w:rPr>
        <w:t>RESPONSÁVEL TÉCNICO</w:t>
      </w:r>
    </w:p>
    <w:p w:rsidR="00740865" w:rsidRDefault="00740865" w:rsidP="0083021B">
      <w:pPr>
        <w:spacing w:after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ASSINATURA</w:t>
      </w:r>
    </w:p>
    <w:p w:rsidR="0083021B" w:rsidRDefault="0083021B" w:rsidP="0083021B">
      <w:pPr>
        <w:spacing w:after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CPF</w:t>
      </w:r>
    </w:p>
    <w:p w:rsidR="0083021B" w:rsidRDefault="0083021B" w:rsidP="00740865">
      <w:pPr>
        <w:jc w:val="center"/>
        <w:rPr>
          <w:rFonts w:ascii="Arial" w:hAnsi="Arial" w:cs="Arial"/>
          <w:color w:val="000000"/>
          <w:sz w:val="18"/>
          <w:szCs w:val="18"/>
        </w:rPr>
      </w:pPr>
    </w:p>
    <w:p w:rsidR="0083021B" w:rsidRDefault="0083021B" w:rsidP="00740865">
      <w:pPr>
        <w:jc w:val="center"/>
      </w:pPr>
    </w:p>
    <w:sectPr w:rsidR="0083021B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088" w:rsidRDefault="003C5088" w:rsidP="007E4424">
      <w:pPr>
        <w:spacing w:after="0" w:line="240" w:lineRule="auto"/>
      </w:pPr>
      <w:r>
        <w:separator/>
      </w:r>
    </w:p>
  </w:endnote>
  <w:endnote w:type="continuationSeparator" w:id="0">
    <w:p w:rsidR="003C5088" w:rsidRDefault="003C5088" w:rsidP="007E4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088" w:rsidRDefault="003C5088" w:rsidP="007E4424">
      <w:pPr>
        <w:spacing w:after="0" w:line="240" w:lineRule="auto"/>
      </w:pPr>
      <w:r>
        <w:separator/>
      </w:r>
    </w:p>
  </w:footnote>
  <w:footnote w:type="continuationSeparator" w:id="0">
    <w:p w:rsidR="003C5088" w:rsidRDefault="003C5088" w:rsidP="007E4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424" w:rsidRDefault="007E4424">
    <w:pPr>
      <w:pStyle w:val="Cabealho"/>
    </w:pPr>
    <w:r>
      <w:rPr>
        <w:noProof/>
        <w:lang w:eastAsia="pt-BR"/>
      </w:rPr>
      <w:drawing>
        <wp:inline distT="0" distB="0" distL="0" distR="0" wp14:anchorId="2CC08B09" wp14:editId="56B04B20">
          <wp:extent cx="5400040" cy="904895"/>
          <wp:effectExtent l="0" t="0" r="0" b="9525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g"/>
                  <pic:cNvPicPr/>
                </pic:nvPicPr>
                <pic:blipFill>
                  <a:blip r:embed="rId1"/>
                  <a:srcRect l="-12" t="-72" r="-12" b="-72"/>
                  <a:stretch>
                    <a:fillRect/>
                  </a:stretch>
                </pic:blipFill>
                <pic:spPr>
                  <a:xfrm>
                    <a:off x="0" y="0"/>
                    <a:ext cx="5400040" cy="9048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865"/>
    <w:rsid w:val="003C5088"/>
    <w:rsid w:val="003E3D6A"/>
    <w:rsid w:val="00663667"/>
    <w:rsid w:val="00740865"/>
    <w:rsid w:val="007E4424"/>
    <w:rsid w:val="0083021B"/>
    <w:rsid w:val="00BC5EDC"/>
    <w:rsid w:val="00DE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E44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E4424"/>
  </w:style>
  <w:style w:type="paragraph" w:styleId="Rodap">
    <w:name w:val="footer"/>
    <w:basedOn w:val="Normal"/>
    <w:link w:val="RodapChar"/>
    <w:uiPriority w:val="99"/>
    <w:unhideWhenUsed/>
    <w:rsid w:val="007E44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E4424"/>
  </w:style>
  <w:style w:type="paragraph" w:styleId="Textodebalo">
    <w:name w:val="Balloon Text"/>
    <w:basedOn w:val="Normal"/>
    <w:link w:val="TextodebaloChar"/>
    <w:uiPriority w:val="99"/>
    <w:semiHidden/>
    <w:unhideWhenUsed/>
    <w:rsid w:val="007E4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E44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E44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E4424"/>
  </w:style>
  <w:style w:type="paragraph" w:styleId="Rodap">
    <w:name w:val="footer"/>
    <w:basedOn w:val="Normal"/>
    <w:link w:val="RodapChar"/>
    <w:uiPriority w:val="99"/>
    <w:unhideWhenUsed/>
    <w:rsid w:val="007E44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E4424"/>
  </w:style>
  <w:style w:type="paragraph" w:styleId="Textodebalo">
    <w:name w:val="Balloon Text"/>
    <w:basedOn w:val="Normal"/>
    <w:link w:val="TextodebaloChar"/>
    <w:uiPriority w:val="99"/>
    <w:semiHidden/>
    <w:unhideWhenUsed/>
    <w:rsid w:val="007E4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E44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Celly Nataly Cavalcante de Souza</dc:creator>
  <cp:keywords/>
  <dc:description/>
  <cp:lastModifiedBy>Carlos Gracindo Pereira Landivar</cp:lastModifiedBy>
  <cp:revision>6</cp:revision>
  <dcterms:created xsi:type="dcterms:W3CDTF">2022-06-02T21:22:00Z</dcterms:created>
  <dcterms:modified xsi:type="dcterms:W3CDTF">2022-06-23T13:22:00Z</dcterms:modified>
</cp:coreProperties>
</file>